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</w:t>
      </w:r>
      <w:r w:rsidRPr="0072570B">
        <w:rPr>
          <w:rFonts w:ascii="Arial" w:hAnsi="Arial" w:cs="Arial"/>
          <w:b/>
        </w:rPr>
        <w:t xml:space="preserve">č. </w:t>
      </w:r>
      <w:r w:rsidR="0072570B" w:rsidRPr="0072570B">
        <w:rPr>
          <w:rFonts w:ascii="Arial" w:hAnsi="Arial" w:cs="Arial"/>
          <w:b/>
        </w:rPr>
        <w:t>6</w:t>
      </w:r>
      <w:r w:rsidR="002D24C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43E4B" w:rsidRPr="00B43E4B" w:rsidRDefault="009D064E" w:rsidP="00295DB8">
            <w:pPr>
              <w:spacing w:line="276" w:lineRule="auto"/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43E4B" w:rsidRPr="00857E58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857E58" w:rsidRPr="00857E58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2D24CE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5050E" w:rsidRPr="00857E58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857E58" w:rsidRPr="00857E5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5050E" w:rsidRPr="00857E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857E58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72570B">
              <w:t xml:space="preserve"> </w:t>
            </w:r>
            <w:r w:rsidR="0072570B" w:rsidRPr="0072570B">
              <w:rPr>
                <w:rFonts w:ascii="Arial" w:hAnsi="Arial" w:cs="Arial"/>
                <w:b/>
                <w:sz w:val="20"/>
                <w:szCs w:val="20"/>
              </w:rPr>
              <w:t xml:space="preserve">Modernizace PZTS v </w:t>
            </w:r>
            <w:proofErr w:type="spellStart"/>
            <w:r w:rsidR="0072570B" w:rsidRPr="0072570B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="0072570B" w:rsidRPr="0072570B">
              <w:rPr>
                <w:rFonts w:ascii="Arial" w:hAnsi="Arial" w:cs="Arial"/>
                <w:b/>
                <w:sz w:val="20"/>
                <w:szCs w:val="20"/>
              </w:rPr>
              <w:t xml:space="preserve"> Praha 2</w:t>
            </w:r>
            <w:bookmarkStart w:id="0" w:name="_GoBack"/>
            <w:bookmarkEnd w:id="0"/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C0C" w:rsidRDefault="00C47C0C">
      <w:r>
        <w:separator/>
      </w:r>
    </w:p>
  </w:endnote>
  <w:endnote w:type="continuationSeparator" w:id="0">
    <w:p w:rsidR="00C47C0C" w:rsidRDefault="00C47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C0C" w:rsidRDefault="00C47C0C">
      <w:r>
        <w:separator/>
      </w:r>
    </w:p>
  </w:footnote>
  <w:footnote w:type="continuationSeparator" w:id="0">
    <w:p w:rsidR="00C47C0C" w:rsidRDefault="00C47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1D6E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5DB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D24CE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47BA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26F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2570B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293D"/>
    <w:rsid w:val="00853379"/>
    <w:rsid w:val="008541FA"/>
    <w:rsid w:val="0085677E"/>
    <w:rsid w:val="00857E58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55E95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43E4B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59C9"/>
    <w:rsid w:val="00C47415"/>
    <w:rsid w:val="00C47C0C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06A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0AF0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5FD92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48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Kramář Jiří</cp:lastModifiedBy>
  <cp:revision>17</cp:revision>
  <cp:lastPrinted>2018-04-18T10:56:00Z</cp:lastPrinted>
  <dcterms:created xsi:type="dcterms:W3CDTF">2019-06-04T09:28:00Z</dcterms:created>
  <dcterms:modified xsi:type="dcterms:W3CDTF">2025-06-30T08:53:00Z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